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A99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План-конспект урока: «Сложение и вычитание смешанных чисел».</w:t>
      </w:r>
    </w:p>
    <w:p w14:paraId="6463A0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ФИО:</w:t>
      </w:r>
      <w:r>
        <w:rPr>
          <w:rFonts w:ascii="Times New Roman" w:hAnsi="Times New Roman"/>
          <w:sz w:val="28"/>
          <w:szCs w:val="28"/>
        </w:rPr>
        <w:t xml:space="preserve"> Соловь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</w:rPr>
        <w:t>ва Наталья Павловна</w:t>
      </w:r>
    </w:p>
    <w:p w14:paraId="3706FB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Должность:</w:t>
      </w:r>
      <w:r>
        <w:rPr>
          <w:rFonts w:ascii="Times New Roman" w:hAnsi="Times New Roman"/>
          <w:sz w:val="28"/>
          <w:szCs w:val="28"/>
        </w:rPr>
        <w:t xml:space="preserve"> учитель</w:t>
      </w:r>
      <w:bookmarkStart w:id="0" w:name="_GoBack"/>
      <w:bookmarkEnd w:id="0"/>
    </w:p>
    <w:p w14:paraId="263C65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Предмет:</w:t>
      </w:r>
      <w:r>
        <w:rPr>
          <w:rFonts w:ascii="Times New Roman" w:hAnsi="Times New Roman"/>
          <w:sz w:val="28"/>
          <w:szCs w:val="28"/>
        </w:rPr>
        <w:t xml:space="preserve"> Математика</w:t>
      </w:r>
    </w:p>
    <w:p w14:paraId="0DE6F9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Класс:</w:t>
      </w:r>
      <w:r>
        <w:rPr>
          <w:rFonts w:ascii="Times New Roman" w:hAnsi="Times New Roman"/>
          <w:sz w:val="28"/>
          <w:szCs w:val="28"/>
        </w:rPr>
        <w:t xml:space="preserve"> 5</w:t>
      </w:r>
    </w:p>
    <w:p w14:paraId="2FB69C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 учебник:</w:t>
      </w:r>
      <w:r>
        <w:rPr>
          <w:rFonts w:ascii="Times New Roman" w:hAnsi="Times New Roman"/>
          <w:sz w:val="28"/>
          <w:szCs w:val="28"/>
        </w:rPr>
        <w:t xml:space="preserve"> Н.Я. Виленкин, В. И. Жохов «Математика - 5»</w:t>
      </w:r>
    </w:p>
    <w:p w14:paraId="10CB42E1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Тип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 урока:</w:t>
      </w:r>
      <w:r>
        <w:rPr>
          <w:rFonts w:hint="default" w:ascii="Times New Roman" w:hAnsi="Times New Roman"/>
          <w:sz w:val="28"/>
          <w:szCs w:val="28"/>
          <w:lang w:val="ru-RU"/>
        </w:rPr>
        <w:t>закрепление новых знаний и способов действий</w:t>
      </w:r>
    </w:p>
    <w:p w14:paraId="0EBFF7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</w:t>
      </w:r>
      <w:r>
        <w:rPr>
          <w:rFonts w:ascii="Times New Roman" w:hAnsi="Times New Roman"/>
          <w:b/>
          <w:sz w:val="28"/>
          <w:szCs w:val="28"/>
          <w:lang w:val="ru-RU"/>
        </w:rPr>
        <w:t>и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и задачи</w:t>
      </w:r>
      <w:r>
        <w:rPr>
          <w:rFonts w:ascii="Times New Roman" w:hAnsi="Times New Roman"/>
          <w:b/>
          <w:sz w:val="28"/>
          <w:szCs w:val="28"/>
        </w:rPr>
        <w:t xml:space="preserve"> урока:</w:t>
      </w:r>
      <w:r>
        <w:rPr>
          <w:rFonts w:ascii="Times New Roman" w:hAnsi="Times New Roman"/>
          <w:sz w:val="28"/>
          <w:szCs w:val="28"/>
        </w:rPr>
        <w:t xml:space="preserve"> продолжить работу по формированию </w:t>
      </w:r>
      <w:r>
        <w:rPr>
          <w:rFonts w:ascii="Times New Roman" w:hAnsi="Times New Roman"/>
          <w:sz w:val="28"/>
          <w:szCs w:val="28"/>
          <w:lang w:val="ru-RU"/>
        </w:rPr>
        <w:t>умений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читать,складывать и </w:t>
      </w:r>
      <w:r>
        <w:rPr>
          <w:rFonts w:ascii="Times New Roman" w:hAnsi="Times New Roman"/>
          <w:sz w:val="28"/>
          <w:szCs w:val="28"/>
        </w:rPr>
        <w:t>вычит</w:t>
      </w:r>
      <w:r>
        <w:rPr>
          <w:rFonts w:ascii="Times New Roman" w:hAnsi="Times New Roman"/>
          <w:sz w:val="28"/>
          <w:szCs w:val="28"/>
          <w:lang w:val="ru-RU"/>
        </w:rPr>
        <w:t>ать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смешанны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</w:rPr>
        <w:t xml:space="preserve"> чис</w:t>
      </w:r>
      <w:r>
        <w:rPr>
          <w:rFonts w:ascii="Times New Roman" w:hAnsi="Times New Roman"/>
          <w:sz w:val="28"/>
          <w:szCs w:val="28"/>
          <w:lang w:val="ru-RU"/>
        </w:rPr>
        <w:t>ла</w:t>
      </w:r>
      <w:r>
        <w:rPr>
          <w:rFonts w:hint="default" w:ascii="Times New Roman" w:hAnsi="Times New Roman"/>
          <w:sz w:val="28"/>
          <w:szCs w:val="28"/>
          <w:lang w:val="ru-RU"/>
        </w:rPr>
        <w:t>, навыков решения задач;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ascii="Times New Roman" w:hAnsi="Times New Roman"/>
          <w:sz w:val="28"/>
          <w:szCs w:val="28"/>
        </w:rPr>
        <w:t>учить</w:t>
      </w:r>
      <w:r>
        <w:rPr>
          <w:rFonts w:ascii="Times New Roman" w:hAnsi="Times New Roman"/>
          <w:sz w:val="28"/>
          <w:szCs w:val="28"/>
          <w:lang w:val="ru-RU"/>
        </w:rPr>
        <w:t>ся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применять правила,</w:t>
      </w:r>
      <w:r>
        <w:rPr>
          <w:rFonts w:ascii="Times New Roman" w:hAnsi="Times New Roman"/>
          <w:sz w:val="28"/>
          <w:szCs w:val="28"/>
        </w:rPr>
        <w:t xml:space="preserve"> решать задачи и уравнения со смешанными числами. </w:t>
      </w:r>
    </w:p>
    <w:p w14:paraId="143EB7C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Планируемые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 образовательные результаты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8DB6689">
      <w:pPr>
        <w:jc w:val="both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Предметные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: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знать правила сложения и вычитания смешанных чисел,уметь выполнять сложение и вычитание смешанных чисел</w:t>
      </w:r>
    </w:p>
    <w:p w14:paraId="722E8A4A">
      <w:pPr>
        <w:jc w:val="both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 w:val="0"/>
          <w:sz w:val="28"/>
          <w:szCs w:val="28"/>
          <w:lang w:val="ru-RU"/>
        </w:rPr>
        <w:t>Личностные: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способность к самооценке на основе критерия успешности учебной деятельности</w:t>
      </w:r>
    </w:p>
    <w:p w14:paraId="3258BD63">
      <w:pPr>
        <w:jc w:val="both"/>
        <w:rPr>
          <w:rFonts w:hint="default" w:ascii="Times New Roman" w:hAnsi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Метапредметные:регулятивные-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уметь определять и формулировать цель на уроке с помощью учителя,высказывать свое предположение ,уметь проговаривать последовательность действий на уроке,оценивать правильность действия на уровне адекватной ретроспективной оценки;</w:t>
      </w:r>
      <w:r>
        <w:rPr>
          <w:rFonts w:hint="default" w:ascii="Times New Roman" w:hAnsi="Times New Roman"/>
          <w:b/>
          <w:bCs w:val="0"/>
          <w:sz w:val="28"/>
          <w:szCs w:val="28"/>
          <w:lang w:val="ru-RU"/>
        </w:rPr>
        <w:t>коммуникативные-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слушать и понимать речь других;</w:t>
      </w:r>
      <w:r>
        <w:rPr>
          <w:rFonts w:hint="default" w:ascii="Times New Roman" w:hAnsi="Times New Roman"/>
          <w:b/>
          <w:bCs w:val="0"/>
          <w:sz w:val="28"/>
          <w:szCs w:val="28"/>
          <w:lang w:val="ru-RU"/>
        </w:rPr>
        <w:t>познавательные-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уметь добывать новые знания,уметь ориентироваться в своей системе знаний</w:t>
      </w:r>
    </w:p>
    <w:p w14:paraId="45E9B75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</w:t>
      </w:r>
    </w:p>
    <w:p w14:paraId="2285747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Организационный момент</w:t>
      </w:r>
    </w:p>
    <w:p w14:paraId="197146A2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 w:val="0"/>
          <w:bCs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</w:rPr>
        <w:t>риветствует и сажает. Настраиваемся на урок.</w:t>
      </w:r>
      <w:r>
        <w:rPr>
          <w:rFonts w:ascii="Times New Roman" w:hAnsi="Times New Roman"/>
          <w:sz w:val="28"/>
          <w:szCs w:val="28"/>
          <w:lang w:val="ru-RU"/>
        </w:rPr>
        <w:t>Работу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начинаем с устного  счета</w:t>
      </w:r>
    </w:p>
    <w:p w14:paraId="19573B3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Устный счет</w:t>
      </w:r>
    </w:p>
    <w:p w14:paraId="13AEA1F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Какое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число стоит в конце цепочки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Слайд 1</w:t>
      </w:r>
    </w:p>
    <w:p w14:paraId="2E97AA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 xml:space="preserve">Какое число получили? Что оно означает? </w:t>
      </w:r>
    </w:p>
    <w:p w14:paraId="0EF4D63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Ученики:</w:t>
      </w:r>
      <w:r>
        <w:rPr>
          <w:rFonts w:ascii="Times New Roman" w:hAnsi="Times New Roman"/>
          <w:sz w:val="28"/>
          <w:szCs w:val="28"/>
        </w:rPr>
        <w:t xml:space="preserve"> Ответ: </w:t>
      </w:r>
      <w:r>
        <w:rPr>
          <w:rFonts w:hint="default"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>0.</w:t>
      </w:r>
    </w:p>
    <w:p w14:paraId="0B22B7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 xml:space="preserve">Ребята в этом году наша страна отмечает </w:t>
      </w:r>
      <w:r>
        <w:rPr>
          <w:rFonts w:hint="default"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>0-летие Победы Великой Отечественной войне (</w:t>
      </w:r>
      <w:r>
        <w:rPr>
          <w:rFonts w:ascii="Times New Roman" w:hAnsi="Times New Roman"/>
          <w:b/>
          <w:sz w:val="28"/>
          <w:szCs w:val="28"/>
        </w:rPr>
        <w:t>Слайд 2</w:t>
      </w:r>
      <w:r>
        <w:rPr>
          <w:rFonts w:ascii="Times New Roman" w:hAnsi="Times New Roman"/>
          <w:sz w:val="28"/>
          <w:szCs w:val="28"/>
        </w:rPr>
        <w:t>). Это история нашей страны, надо помнить и не забывать.</w:t>
      </w:r>
    </w:p>
    <w:p w14:paraId="082D399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Актуализация знаний </w:t>
      </w:r>
    </w:p>
    <w:p w14:paraId="3EBDEDA5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Слайд 3</w:t>
      </w:r>
    </w:p>
    <w:p w14:paraId="6F5EEC27">
      <w:pPr>
        <w:jc w:val="both"/>
        <w:rPr>
          <w:rFonts w:ascii="Times New Roman" w:hAnsi="Times New Roman"/>
          <w:b/>
          <w:sz w:val="32"/>
          <w:szCs w:val="32"/>
        </w:rPr>
      </w:pPr>
    </w:p>
    <w:p w14:paraId="36DF6B9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25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245A3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0245A3&quot; wsp:rsidP=&quot;000245A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26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245A3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0245A3&quot; wsp:rsidP=&quot;000245A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27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4585F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54585F&quot; wsp:rsidP=&quot;005458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28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4585F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54585F&quot; wsp:rsidP=&quot;005458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29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7F403F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7F403F&quot; wsp:rsidP=&quot;007F40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4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30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7F403F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7F403F&quot; wsp:rsidP=&quot;007F40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4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31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66614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E66614&quot; wsp:rsidP=&quot;00E666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32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66614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E66614&quot; wsp:rsidP=&quot;00E666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33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3A25E3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3A25E3&quot; wsp:rsidP=&quot;003A25E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34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3A25E3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3A25E3&quot; wsp:rsidP=&quot;003A25E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2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35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23AA0&quot;/&gt;&lt;wsp:rsid wsp:val=&quot;00FF3C88&quot;/&gt;&lt;/wsp:rsids&gt;&lt;/w:docPr&gt;&lt;w:body&gt;&lt;wx:sect&gt;&lt;w:p wsp:rsidR=&quot;00000000&quot; wsp:rsidRDefault=&quot;00F23AA0&quot; wsp:rsidP=&quot;00F23A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5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36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23AA0&quot;/&gt;&lt;wsp:rsid wsp:val=&quot;00FF3C88&quot;/&gt;&lt;/wsp:rsids&gt;&lt;/w:docPr&gt;&lt;w:body&gt;&lt;wx:sect&gt;&lt;w:p wsp:rsidR=&quot;00000000&quot; wsp:rsidRDefault=&quot;00F23AA0&quot; wsp:rsidP=&quot;00F23A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5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 </w:t>
      </w:r>
    </w:p>
    <w:p w14:paraId="7E0F900B">
      <w:pPr>
        <w:jc w:val="both"/>
        <w:rPr>
          <w:rFonts w:ascii="Times New Roman" w:hAnsi="Times New Roman"/>
          <w:b/>
          <w:sz w:val="32"/>
          <w:szCs w:val="32"/>
        </w:rPr>
      </w:pPr>
    </w:p>
    <w:p w14:paraId="0698476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Прочитайте числа. Что заметили? Какие действия мы можем выполнить с этими числами. </w:t>
      </w:r>
    </w:p>
    <w:p w14:paraId="10BE18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Ученики:</w:t>
      </w:r>
      <w:r>
        <w:rPr>
          <w:rFonts w:ascii="Times New Roman" w:hAnsi="Times New Roman"/>
          <w:sz w:val="28"/>
          <w:szCs w:val="28"/>
        </w:rPr>
        <w:t xml:space="preserve"> Сложение и вычитание.</w:t>
      </w:r>
    </w:p>
    <w:p w14:paraId="32364255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  <w:lang w:val="ru-RU"/>
        </w:rPr>
        <w:t>Как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вы думаете,что мы будем изучать сегодня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ru-RU"/>
        </w:rPr>
        <w:t>?</w:t>
      </w:r>
    </w:p>
    <w:p w14:paraId="6BF0BCC8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Ученики:Проговаривают тему урока </w:t>
      </w:r>
    </w:p>
    <w:p w14:paraId="3C5E2A88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</w:rPr>
        <w:t>Слайд 4</w:t>
      </w:r>
    </w:p>
    <w:p w14:paraId="219281F2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 w14:paraId="7A0DC6E5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Учитель</w:t>
      </w:r>
      <w:r>
        <w:rPr>
          <w:rFonts w:hint="default"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</w:rPr>
        <w:t>Сегодня на уроке мы продолжим работу со смешанными числами.</w:t>
      </w:r>
      <w:r>
        <w:rPr>
          <w:rFonts w:ascii="Times New Roman" w:hAnsi="Times New Roman"/>
          <w:sz w:val="28"/>
          <w:szCs w:val="28"/>
          <w:lang w:val="ru-RU"/>
        </w:rPr>
        <w:t>Давайте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попробуем сформулировать цели и задачи  урока</w:t>
      </w:r>
    </w:p>
    <w:p w14:paraId="190877E8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5</w:t>
      </w:r>
    </w:p>
    <w:p w14:paraId="54BFAB24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 w14:paraId="209BB75B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 xml:space="preserve">Работу мы будем выполнять по </w:t>
      </w:r>
      <w:r>
        <w:rPr>
          <w:rFonts w:ascii="Times New Roman" w:hAnsi="Times New Roman"/>
          <w:sz w:val="28"/>
          <w:szCs w:val="28"/>
          <w:lang w:val="ru-RU"/>
        </w:rPr>
        <w:t>этапам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Вспомним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правила сложения и вычитания смешаных числ</w:t>
      </w:r>
    </w:p>
    <w:p w14:paraId="42A7A797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6</w:t>
      </w:r>
    </w:p>
    <w:p w14:paraId="09260076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 w14:paraId="4709860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Работа по теме урока</w:t>
      </w:r>
    </w:p>
    <w:p w14:paraId="47225090">
      <w:pPr>
        <w:jc w:val="both"/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1 этап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для групповой работы</w:t>
      </w:r>
    </w:p>
    <w:p w14:paraId="3BAE8B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Решение примеров на порядок действий.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0A225C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Пример.</w:t>
      </w:r>
    </w:p>
    <w:p w14:paraId="15D6EEA4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6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−</m:t>
          </m:r>
          <m:d>
            <m:d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Pr>
            <m:e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f>
                <m:fP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3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8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den>
              </m:f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+1</m:t>
              </m:r>
              <m:f>
                <m:fP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7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8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den>
              </m:f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e>
          </m:d>
          <m:r>
            <m:rPr/>
            <w:rPr>
              <w:rFonts w:ascii="Cambria Math" w:hAnsi="Cambria Math" w:eastAsia="Times New Roman"/>
              <w:sz w:val="32"/>
              <w:szCs w:val="32"/>
            </w:rPr>
            <m:t>= 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247755C5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3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+ 1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 4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10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 5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2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716B6223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6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− 5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2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26F4497B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2) Пример.</w:t>
      </w:r>
    </w:p>
    <w:p w14:paraId="533CE709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11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−</m:t>
          </m:r>
          <m:d>
            <m:d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Pr>
            <m:e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f>
                <m:fP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4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7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den>
              </m:f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+3</m:t>
              </m:r>
              <m:f>
                <m:fP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6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7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den>
              </m:f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e>
          </m:d>
          <m:r>
            <m:rPr/>
            <w:rPr>
              <w:rFonts w:ascii="Cambria Math" w:hAnsi="Cambria Math" w:eastAsia="Times New Roman"/>
              <w:sz w:val="32"/>
              <w:szCs w:val="32"/>
            </w:rPr>
            <m:t>= 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3502049F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5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4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+ 3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6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=9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15EA8ED4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11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− 9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=1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7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02D209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Пример.</w:t>
      </w:r>
    </w:p>
    <w:p w14:paraId="58ACE456">
      <w:pPr>
        <w:jc w:val="both"/>
        <w:rPr>
          <w:rFonts w:ascii="Times New Roman" w:hAnsi="Times New Roman"/>
          <w:sz w:val="32"/>
          <w:szCs w:val="32"/>
        </w:rPr>
      </w:pPr>
      <m:oMathPara>
        <m:oMath>
          <m:d>
            <m:d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Pr>
            <m:e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8−4</m:t>
              </m:r>
              <m:f>
                <m:fP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3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Times New Roman"/>
                      <w:sz w:val="32"/>
                      <w:szCs w:val="32"/>
                    </w:rPr>
                    <m:t>11</m:t>
                  </m:r>
                  <m:ctrlPr>
                    <w:rPr>
                      <w:rFonts w:ascii="Cambria Math" w:hAnsi="Cambria Math" w:eastAsia="Times New Roman"/>
                      <w:i/>
                      <w:sz w:val="32"/>
                      <w:szCs w:val="32"/>
                    </w:rPr>
                  </m:ctrlPr>
                </m:den>
              </m:f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e>
          </m:d>
          <m:r>
            <m:rPr/>
            <w:rPr>
              <w:rFonts w:ascii="Cambria Math" w:hAnsi="Cambria Math" w:eastAsia="Times New Roman"/>
              <w:sz w:val="32"/>
              <w:szCs w:val="32"/>
            </w:rPr>
            <m:t>+2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 6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66E09D77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8−4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3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=3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623687CB">
      <w:pPr>
        <w:jc w:val="both"/>
        <w:rPr>
          <w:rFonts w:ascii="Times New Roman" w:hAnsi="Times New Roman"/>
          <w:sz w:val="32"/>
          <w:szCs w:val="32"/>
        </w:rPr>
      </w:pPr>
      <m:oMathPara>
        <m:oMath>
          <m:r>
            <m:rPr/>
            <w:rPr>
              <w:rFonts w:ascii="Cambria Math" w:hAnsi="Cambria Math" w:eastAsia="Times New Roman"/>
              <w:sz w:val="32"/>
              <w:szCs w:val="32"/>
            </w:rPr>
            <m:t>3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+2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8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  <m:r>
            <m:rPr/>
            <w:rPr>
              <w:rFonts w:ascii="Cambria Math" w:hAnsi="Cambria Math" w:eastAsia="Times New Roman"/>
              <w:sz w:val="32"/>
              <w:szCs w:val="32"/>
            </w:rPr>
            <m:t>=6</m:t>
          </m:r>
          <m:f>
            <m:fP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fPr>
            <m:num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num>
            <m:den>
              <m:r>
                <m:rPr/>
                <w:rPr>
                  <w:rFonts w:ascii="Cambria Math" w:hAnsi="Cambria Math" w:eastAsia="Times New Roman"/>
                  <w:sz w:val="32"/>
                  <w:szCs w:val="32"/>
                </w:rPr>
                <m:t>11</m:t>
              </m:r>
              <m:ctrlPr>
                <w:rPr>
                  <w:rFonts w:ascii="Cambria Math" w:hAnsi="Cambria Math" w:eastAsia="Times New Roman"/>
                  <w:i/>
                  <w:sz w:val="32"/>
                  <w:szCs w:val="32"/>
                </w:rPr>
              </m:ctrlPr>
            </m:den>
          </m:f>
        </m:oMath>
      </m:oMathPara>
    </w:p>
    <w:p w14:paraId="41586BFD">
      <w:pPr>
        <w:jc w:val="both"/>
        <w:rPr>
          <w:rFonts w:ascii="Times New Roman" w:hAnsi="Times New Roman"/>
          <w:sz w:val="32"/>
          <w:szCs w:val="32"/>
        </w:rPr>
      </w:pPr>
    </w:p>
    <w:p w14:paraId="2A850306">
      <w:pPr>
        <w:jc w:val="both"/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2этап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для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групповой работы</w:t>
      </w:r>
    </w:p>
    <w:p w14:paraId="69F92DEA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 Решение уравнений.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8</w:t>
      </w:r>
    </w:p>
    <w:p w14:paraId="08CA52AB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</w:t>
      </w:r>
    </w:p>
    <w:p w14:paraId="1392A72E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37" o:spt="75" type="#_x0000_t75" style="height:29.25pt;width:78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46098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246098&quot; wsp:rsidP=&quot;0024609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6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3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-С…=3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38" o:spt="75" type="#_x0000_t75" style="height:29.25pt;width:78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46098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246098&quot; wsp:rsidP=&quot;0024609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6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3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-С…=3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Cambria Math" w:hAnsi="Cambria Math"/>
          <w:sz w:val="32"/>
          <w:szCs w:val="32"/>
        </w:rPr>
        <w:br w:type="textWrapping"/>
      </w:r>
      <m:oMathPara>
        <m:oMath>
          <m:r>
            <m:rPr>
              <m:sty m:val="p"/>
            </m:rPr>
            <w:rPr>
              <w:rFonts w:ascii="Cambria Math" w:hAnsi="Cambria Math" w:eastAsia="Times New Roman"/>
              <w:sz w:val="32"/>
              <w:szCs w:val="32"/>
            </w:rPr>
            <m:t>С…=6</m:t>
          </m:r>
          <m:f>
            <m:fP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2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13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Times New Roman"/>
              <w:sz w:val="32"/>
              <w:szCs w:val="32"/>
            </w:rPr>
            <m:t>−3</m:t>
          </m:r>
          <m:f>
            <m:fP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1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13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den>
          </m:f>
        </m:oMath>
      </m:oMathPara>
    </w:p>
    <w:p w14:paraId="4513F4B9">
      <w:pPr>
        <w:jc w:val="center"/>
        <w:rPr>
          <w:rFonts w:ascii="Times New Roman" w:hAnsi="Times New Roman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 w:eastAsia="Times New Roman"/>
              <w:sz w:val="32"/>
              <w:szCs w:val="32"/>
            </w:rPr>
            <m:t>С…=3</m:t>
          </m:r>
          <m:f>
            <m:fP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1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13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den>
          </m:f>
        </m:oMath>
      </m:oMathPara>
    </w:p>
    <w:p w14:paraId="70DE8182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2)</w:t>
      </w:r>
    </w:p>
    <w:p w14:paraId="11518F1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en-US"/>
        </w:rPr>
        <w:t>z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39" o:spt="75" type="#_x0000_t75" style="height:35.25pt;width:78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21B95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221B95&quot; wsp:rsidP=&quot;00221B95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+ 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4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40" o:spt="75" type="#_x0000_t75" style="height:35.25pt;width:78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21B95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221B95&quot; wsp:rsidP=&quot;00221B95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+ 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4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</w:p>
    <w:p w14:paraId="036044E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en-US"/>
        </w:rPr>
        <w:t>z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41" o:spt="75" type="#_x0000_t75" style="height:35.25pt;width:73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481C66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481C66&quot; wsp:rsidP=&quot;00481C66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4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-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42" o:spt="75" type="#_x0000_t75" style="height:35.25pt;width:73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481C66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481C66&quot; wsp:rsidP=&quot;00481C66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4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-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</w:p>
    <w:p w14:paraId="24DA3C09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val="en-US"/>
        </w:rPr>
        <w:t>z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43" o:spt="75" type="#_x0000_t75" style="height:35.25pt;width:37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70A60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B70A60&quot; wsp:rsidP=&quot;00B70A60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44" o:spt="75" type="#_x0000_t75" style="height:35.25pt;width:37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70A60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B70A60&quot; wsp:rsidP=&quot;00B70A60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</w:p>
    <w:p w14:paraId="4A594653">
      <w:pPr>
        <w:ind w:left="708" w:hanging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3)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45" o:spt="75" type="#_x0000_t75" style="height:31.5pt;width:75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3431F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B3431F&quot; wsp:rsidP=&quot;00B3431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С…- 1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=4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46" o:spt="75" type="#_x0000_t75" style="height:31.5pt;width:75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3431F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B3431F&quot; wsp:rsidP=&quot;00B3431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С…- 1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=4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 </w:t>
      </w:r>
      <w:r>
        <w:rPr>
          <w:rFonts w:ascii="Cambria Math" w:hAnsi="Cambria Math"/>
          <w:sz w:val="32"/>
          <w:szCs w:val="32"/>
        </w:rPr>
        <w:fldChar w:fldCharType="begin"/>
      </w:r>
      <w:r>
        <w:rPr>
          <w:rFonts w:ascii="Cambria Math" w:hAnsi="Cambria Math"/>
          <w:sz w:val="32"/>
          <w:szCs w:val="32"/>
        </w:rPr>
        <w:instrText xml:space="preserve"> QUOTE </w:instrText>
      </w:r>
      <w:r>
        <w:pict>
          <v:shape id="_x0000_i1047" o:spt="75" type="#_x0000_t75" style="height:22.5pt;width:26.2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7B52C9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7B52C9&quot; wsp:rsidP=&quot;007B52C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- 3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sz w:val="32"/>
          <w:szCs w:val="32"/>
        </w:rPr>
        <w:instrText xml:space="preserve"> </w:instrText>
      </w:r>
      <w:r>
        <w:rPr>
          <w:rFonts w:ascii="Cambria Math" w:hAnsi="Cambria Math"/>
          <w:sz w:val="32"/>
          <w:szCs w:val="32"/>
        </w:rPr>
        <w:fldChar w:fldCharType="separate"/>
      </w:r>
      <w:r>
        <w:pict>
          <v:shape id="_x0000_i1048" o:spt="75" type="#_x0000_t75" style="height:22.5pt;width:26.2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7B52C9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7B52C9&quot; wsp:rsidP=&quot;007B52C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- 3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sz w:val="32"/>
          <w:szCs w:val="32"/>
        </w:rPr>
        <w:fldChar w:fldCharType="end"/>
      </w:r>
      <w:r>
        <w:rPr>
          <w:rFonts w:ascii="Cambria Math" w:hAnsi="Cambria Math"/>
          <w:sz w:val="32"/>
          <w:szCs w:val="32"/>
        </w:rPr>
        <w:br w:type="textWrapping"/>
      </w:r>
      <w:r>
        <w:rPr>
          <w:rFonts w:ascii="Times New Roman" w:hAnsi="Times New Roman"/>
          <w:sz w:val="32"/>
          <w:szCs w:val="32"/>
        </w:rPr>
        <w:t xml:space="preserve">                                  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49" o:spt="75" type="#_x0000_t75" style="height:31.5pt;width:43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67CCC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167CCC&quot; wsp:rsidP=&quot;00167CCC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С…=4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50" o:spt="75" type="#_x0000_t75" style="height:31.5pt;width:43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67CCC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167CCC&quot; wsp:rsidP=&quot;00167CCC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С…=4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 </w:t>
      </w:r>
      <w:r>
        <w:rPr>
          <w:rFonts w:ascii="Cambria Math" w:hAnsi="Cambria Math"/>
          <w:sz w:val="32"/>
          <w:szCs w:val="32"/>
        </w:rPr>
        <w:fldChar w:fldCharType="begin"/>
      </w:r>
      <w:r>
        <w:rPr>
          <w:rFonts w:ascii="Cambria Math" w:hAnsi="Cambria Math"/>
          <w:sz w:val="32"/>
          <w:szCs w:val="32"/>
        </w:rPr>
        <w:instrText xml:space="preserve"> QUOTE </w:instrText>
      </w:r>
      <w:r>
        <w:pict>
          <v:shape id="_x0000_i1051" o:spt="75" type="#_x0000_t75" style="height:25.5pt;width:54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058DF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0058DF&quot; wsp:rsidP=&quot;000058D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- 3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+1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sz w:val="32"/>
          <w:szCs w:val="32"/>
        </w:rPr>
        <w:instrText xml:space="preserve"> </w:instrText>
      </w:r>
      <w:r>
        <w:rPr>
          <w:rFonts w:ascii="Cambria Math" w:hAnsi="Cambria Math"/>
          <w:sz w:val="32"/>
          <w:szCs w:val="32"/>
        </w:rPr>
        <w:fldChar w:fldCharType="separate"/>
      </w:r>
      <w:r>
        <w:pict>
          <v:shape id="_x0000_i1052" o:spt="75" type="#_x0000_t75" style="height:25.5pt;width:54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058DF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0058DF&quot; wsp:rsidP=&quot;000058D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- 3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+1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sz w:val="32"/>
          <w:szCs w:val="32"/>
        </w:rPr>
        <w:fldChar w:fldCharType="end"/>
      </w:r>
      <w:r>
        <w:rPr>
          <w:rFonts w:ascii="Cambria Math" w:hAnsi="Cambria Math"/>
          <w:sz w:val="32"/>
          <w:szCs w:val="32"/>
        </w:rPr>
        <w:br w:type="textWrapping"/>
      </w:r>
      <m:oMathPara>
        <m:oMath>
          <m:r>
            <m:rPr>
              <m:sty m:val="p"/>
            </m:rPr>
            <w:rPr>
              <w:rFonts w:ascii="Cambria Math" w:hAnsi="Cambria Math" w:eastAsia="Times New Roman"/>
              <w:sz w:val="32"/>
              <w:szCs w:val="32"/>
            </w:rPr>
            <m:t>С…=2</m:t>
          </m:r>
          <m:f>
            <m:fP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5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Times New Roman"/>
                  <w:sz w:val="32"/>
                  <w:szCs w:val="32"/>
                </w:rPr>
                <m:t>9</m:t>
              </m:r>
              <m:ctrlPr>
                <w:rPr>
                  <w:rFonts w:ascii="Cambria Math" w:hAnsi="Cambria Math" w:eastAsia="Times New Roman"/>
                  <w:sz w:val="32"/>
                  <w:szCs w:val="32"/>
                </w:rPr>
              </m:ctrlPr>
            </m:den>
          </m:f>
        </m:oMath>
      </m:oMathPara>
    </w:p>
    <w:p w14:paraId="0334BA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этап. Решение задачи. </w:t>
      </w:r>
    </w:p>
    <w:p w14:paraId="3E0B05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 xml:space="preserve">Открываем учебник на странице </w:t>
      </w:r>
      <w:r>
        <w:rPr>
          <w:rFonts w:hint="default" w:ascii="Times New Roman" w:hAnsi="Times New Roman"/>
          <w:sz w:val="28"/>
          <w:szCs w:val="28"/>
          <w:lang w:val="ru-RU"/>
        </w:rPr>
        <w:t>44</w:t>
      </w:r>
      <w:r>
        <w:rPr>
          <w:rFonts w:ascii="Times New Roman" w:hAnsi="Times New Roman"/>
          <w:sz w:val="28"/>
          <w:szCs w:val="28"/>
        </w:rPr>
        <w:t xml:space="preserve"> и номер задачи №</w:t>
      </w:r>
      <w:r>
        <w:rPr>
          <w:rFonts w:hint="default" w:ascii="Times New Roman" w:hAnsi="Times New Roman"/>
          <w:sz w:val="28"/>
          <w:szCs w:val="28"/>
          <w:lang w:val="ru-RU"/>
        </w:rPr>
        <w:t>5.25</w:t>
      </w:r>
      <w:r>
        <w:rPr>
          <w:rFonts w:ascii="Times New Roman" w:hAnsi="Times New Roman"/>
          <w:sz w:val="28"/>
          <w:szCs w:val="28"/>
        </w:rPr>
        <w:t xml:space="preserve">1 Прочитайте условие про себя. Что можно сказать о задаче? </w:t>
      </w:r>
    </w:p>
    <w:p w14:paraId="4E9726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Ученики:</w:t>
      </w:r>
      <w:r>
        <w:rPr>
          <w:rFonts w:ascii="Times New Roman" w:hAnsi="Times New Roman"/>
          <w:sz w:val="28"/>
          <w:szCs w:val="28"/>
        </w:rPr>
        <w:t xml:space="preserve"> Задача на движение. </w:t>
      </w:r>
    </w:p>
    <w:p w14:paraId="55D76E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С какими величинами задача? Что надо узнать в задаче? Расскажите план решения.</w:t>
      </w:r>
    </w:p>
    <w:p w14:paraId="3398BDA3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Давайте заполним таблицу и выполним решение.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9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14391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46909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>υ, км/ч</w:t>
            </w:r>
          </w:p>
        </w:tc>
        <w:tc>
          <w:tcPr>
            <w:tcW w:w="3190" w:type="dxa"/>
          </w:tcPr>
          <w:p w14:paraId="21AC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t,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ч</w:t>
            </w:r>
          </w:p>
        </w:tc>
        <w:tc>
          <w:tcPr>
            <w:tcW w:w="3191" w:type="dxa"/>
          </w:tcPr>
          <w:p w14:paraId="225F4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s,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км</w:t>
            </w:r>
          </w:p>
        </w:tc>
      </w:tr>
      <w:tr w14:paraId="5597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07B2312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?</w:t>
            </w:r>
          </w:p>
        </w:tc>
        <w:tc>
          <w:tcPr>
            <w:tcW w:w="3190" w:type="dxa"/>
          </w:tcPr>
          <w:p w14:paraId="4574AC3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3191" w:type="dxa"/>
          </w:tcPr>
          <w:p w14:paraId="6926529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25</w:t>
            </w:r>
          </w:p>
        </w:tc>
      </w:tr>
    </w:tbl>
    <w:p w14:paraId="40B099B3">
      <w:pPr>
        <w:rPr>
          <w:rFonts w:ascii="Times New Roman" w:hAnsi="Times New Roman"/>
          <w:sz w:val="32"/>
          <w:szCs w:val="32"/>
        </w:rPr>
      </w:pPr>
    </w:p>
    <w:p w14:paraId="0C83B527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25 : 4 =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53" o:spt="75" type="#_x0000_t75" style="height:29.25pt;width:45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7E5B3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7E5B37&quot; wsp:rsidP=&quot;007E5B3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6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54" o:spt="75" type="#_x0000_t75" style="height:29.25pt;width:45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7E5B3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7E5B37&quot; wsp:rsidP=&quot;007E5B3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2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6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(км/ч) – скорость туриста.</w:t>
      </w:r>
    </w:p>
    <w:p w14:paraId="2A627C54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32"/>
          <w:szCs w:val="32"/>
        </w:rPr>
        <w:t xml:space="preserve">: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55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9D66B9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9D66B9&quot; wsp:rsidP=&quot;009D66B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6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56" o:spt="75" type="#_x0000_t75" style="height:22.5pt;width:1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9D66B9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9D66B9&quot; wsp:rsidP=&quot;009D66B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6&lt;/m:t&gt;&lt;/m:r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(км/ч)</w:t>
      </w:r>
    </w:p>
    <w:p w14:paraId="0F99090B">
      <w:pPr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4 этап. </w:t>
      </w:r>
      <w:r>
        <w:rPr>
          <w:rFonts w:ascii="Times New Roman" w:hAnsi="Times New Roman"/>
          <w:b/>
          <w:sz w:val="28"/>
          <w:szCs w:val="28"/>
          <w:lang w:val="ru-RU"/>
        </w:rPr>
        <w:t>Работа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в парах с самопроверкой</w:t>
      </w:r>
    </w:p>
    <w:p w14:paraId="3939C9EE">
      <w:pPr>
        <w:rPr>
          <w:rFonts w:hint="default"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Графический диктант.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10</w:t>
      </w:r>
    </w:p>
    <w:p w14:paraId="4DC188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Сейчас выполним с Вами задание, где приведены примеры с ответами, а Вы должны проверить, правильно ли они решены. Если правильно, то ставим знак «˄», а если нет, то знак «_». </w:t>
      </w:r>
    </w:p>
    <w:p w14:paraId="60E9063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1) 2 + 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57" o:spt="75" type="#_x0000_t75" style="height:25.5pt;width:37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54B4E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654B4E&quot; wsp:rsidP=&quot;00654B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58" o:spt="75" type="#_x0000_t75" style="height:25.5pt;width:37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54B4E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654B4E&quot; wsp:rsidP=&quot;00654B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- да – «</w:t>
      </w:r>
      <w:r>
        <w:rPr>
          <w:rFonts w:ascii="Times New Roman" w:hAnsi="Times New Roman"/>
          <w:sz w:val="44"/>
          <w:szCs w:val="44"/>
        </w:rPr>
        <w:t>˄</w:t>
      </w:r>
      <w:r>
        <w:rPr>
          <w:rFonts w:ascii="Times New Roman" w:hAnsi="Times New Roman"/>
          <w:sz w:val="32"/>
          <w:szCs w:val="32"/>
        </w:rPr>
        <w:t>».</w:t>
      </w:r>
    </w:p>
    <w:p w14:paraId="5BA3AEE9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2)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59" o:spt="75" type="#_x0000_t75" style="height:30pt;width:84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3451C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83451C&quot; wsp:rsidP=&quot;0083451C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+3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7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60" o:spt="75" type="#_x0000_t75" style="height:30pt;width:84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3451C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83451C&quot; wsp:rsidP=&quot;0083451C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+3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7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3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– нет – «_».</w:t>
      </w:r>
    </w:p>
    <w:p w14:paraId="0108E31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3)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61" o:spt="75" type="#_x0000_t75" style="height:35.25pt;width:79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25C69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925C69&quot; wsp:rsidP=&quot;00925C69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 9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- 3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6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62" o:spt="75" type="#_x0000_t75" style="height:35.25pt;width:79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25C69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925C69&quot; wsp:rsidP=&quot;00925C69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 9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- 3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6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– да – «</w:t>
      </w:r>
      <w:r>
        <w:rPr>
          <w:rFonts w:ascii="Times New Roman" w:hAnsi="Times New Roman"/>
          <w:sz w:val="44"/>
          <w:szCs w:val="44"/>
        </w:rPr>
        <w:t>˄</w:t>
      </w:r>
      <w:r>
        <w:rPr>
          <w:rFonts w:ascii="Times New Roman" w:hAnsi="Times New Roman"/>
          <w:sz w:val="32"/>
          <w:szCs w:val="32"/>
        </w:rPr>
        <w:t>».</w:t>
      </w:r>
    </w:p>
    <w:p w14:paraId="650DA1CF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4) 8 - 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63" o:spt="75" type="#_x0000_t75" style="height:25.5pt;width:37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AA1224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AA1224&quot; wsp:rsidP=&quot;00AA122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6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7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64" o:spt="75" type="#_x0000_t75" style="height:25.5pt;width:37.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AA1224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F3C88&quot;/&gt;&lt;/wsp:rsids&gt;&lt;/w:docPr&gt;&lt;w:body&gt;&lt;wx:sect&gt;&lt;w:p wsp:rsidR=&quot;00000000&quot; wsp:rsidRDefault=&quot;00AA1224&quot; wsp:rsidP=&quot;00AA122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6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7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– нет – «_».</w:t>
      </w:r>
    </w:p>
    <w:p w14:paraId="1756C4B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5) </w:t>
      </w:r>
      <w:r>
        <w:rPr>
          <w:rFonts w:ascii="Times New Roman" w:hAnsi="Times New Roman"/>
          <w:sz w:val="32"/>
          <w:szCs w:val="32"/>
        </w:rPr>
        <w:fldChar w:fldCharType="begin"/>
      </w:r>
      <w:r>
        <w:rPr>
          <w:rFonts w:ascii="Times New Roman" w:hAnsi="Times New Roman"/>
          <w:sz w:val="32"/>
          <w:szCs w:val="32"/>
        </w:rPr>
        <w:instrText xml:space="preserve"> QUOTE </w:instrText>
      </w:r>
      <w:r>
        <w:pict>
          <v:shape id="_x0000_i1065" o:spt="75" type="#_x0000_t75" style="height:26.25pt;width:57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E29E3&quot;/&gt;&lt;wsp:rsid wsp:val=&quot;00FF3C88&quot;/&gt;&lt;/wsp:rsids&gt;&lt;/w:docPr&gt;&lt;w:body&gt;&lt;wx:sect&gt;&lt;w:p wsp:rsidR=&quot;00000000&quot; wsp:rsidRDefault=&quot;00FE29E3&quot; wsp:rsidP=&quot;00FE29E3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instrText xml:space="preserve"> </w:instrText>
      </w:r>
      <w:r>
        <w:rPr>
          <w:rFonts w:ascii="Times New Roman" w:hAnsi="Times New Roman"/>
          <w:sz w:val="32"/>
          <w:szCs w:val="32"/>
        </w:rPr>
        <w:fldChar w:fldCharType="separate"/>
      </w:r>
      <w:r>
        <w:pict>
          <v:shape id="_x0000_i1066" o:spt="75" type="#_x0000_t75" style="height:26.25pt;width:57.75pt;" filled="f" o:preferrelative="t" stroked="f" coordsize="21600,21600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82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14A7B&quot;/&gt;&lt;wsp:rsid wsp:val=&quot;00014A7B&quot;/&gt;&lt;wsp:rsid wsp:val=&quot;00057119&quot;/&gt;&lt;wsp:rsid wsp:val=&quot;001728DA&quot;/&gt;&lt;wsp:rsid wsp:val=&quot;002726FC&quot;/&gt;&lt;wsp:rsid wsp:val=&quot;002F44BA&quot;/&gt;&lt;wsp:rsid wsp:val=&quot;00580BED&quot;/&gt;&lt;wsp:rsid wsp:val=&quot;006E1CB1&quot;/&gt;&lt;wsp:rsid wsp:val=&quot;007B1517&quot;/&gt;&lt;wsp:rsid wsp:val=&quot;00806FFF&quot;/&gt;&lt;wsp:rsid wsp:val=&quot;00884A56&quot;/&gt;&lt;wsp:rsid wsp:val=&quot;008A56EF&quot;/&gt;&lt;wsp:rsid wsp:val=&quot;008B4735&quot;/&gt;&lt;wsp:rsid wsp:val=&quot;008D220E&quot;/&gt;&lt;wsp:rsid wsp:val=&quot;00984FA7&quot;/&gt;&lt;wsp:rsid wsp:val=&quot;009C0507&quot;/&gt;&lt;wsp:rsid wsp:val=&quot;00A40F6A&quot;/&gt;&lt;wsp:rsid wsp:val=&quot;00BC474B&quot;/&gt;&lt;wsp:rsid wsp:val=&quot;00C0006E&quot;/&gt;&lt;wsp:rsid wsp:val=&quot;00C575F0&quot;/&gt;&lt;wsp:rsid wsp:val=&quot;00CF229B&quot;/&gt;&lt;wsp:rsid wsp:val=&quot;00D414D2&quot;/&gt;&lt;wsp:rsid wsp:val=&quot;00DF6BFD&quot;/&gt;&lt;wsp:rsid wsp:val=&quot;00EA0278&quot;/&gt;&lt;wsp:rsid wsp:val=&quot;00EA32E9&quot;/&gt;&lt;wsp:rsid wsp:val=&quot;00EA6DEC&quot;/&gt;&lt;wsp:rsid wsp:val=&quot;00FE29E3&quot;/&gt;&lt;wsp:rsid wsp:val=&quot;00FF3C88&quot;/&gt;&lt;/wsp:rsids&gt;&lt;/w:docPr&gt;&lt;w:body&gt;&lt;wx:sect&gt;&lt;w:p wsp:rsidR=&quot;00000000&quot; wsp:rsidRDefault=&quot;00FE29E3&quot; wsp:rsidP=&quot;00FE29E3&quot;&gt;&lt;m:oMathPara&gt;&lt;m:oMath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7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4&lt;/m:t&gt;&lt;/m:r&gt;&lt;/m:num&gt;&lt;m:den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5&lt;/m:t&gt;&lt;/m:r&gt;&lt;/m:den&gt;&lt;/m:f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/w:rPr&gt;&lt;m:t&gt;=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 xml:space="preserve"> – да – «</w:t>
      </w:r>
      <w:r>
        <w:rPr>
          <w:rFonts w:ascii="Times New Roman" w:hAnsi="Times New Roman"/>
          <w:sz w:val="44"/>
          <w:szCs w:val="44"/>
        </w:rPr>
        <w:t>˄</w:t>
      </w:r>
      <w:r>
        <w:rPr>
          <w:rFonts w:ascii="Times New Roman" w:hAnsi="Times New Roman"/>
          <w:sz w:val="32"/>
          <w:szCs w:val="32"/>
        </w:rPr>
        <w:t>».</w:t>
      </w:r>
    </w:p>
    <w:p w14:paraId="2C62EE49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время вышло, а сейчас сверяем ответы.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11</w:t>
      </w:r>
    </w:p>
    <w:p w14:paraId="71091E99">
      <w:pPr>
        <w:jc w:val="both"/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Подведение итогов.</w:t>
      </w:r>
      <w:r>
        <w:rPr>
          <w:rFonts w:ascii="Times New Roman" w:hAnsi="Times New Roman"/>
          <w:b/>
          <w:sz w:val="28"/>
          <w:szCs w:val="28"/>
          <w:lang w:val="ru-RU"/>
        </w:rPr>
        <w:t>Рефлексия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.</w:t>
      </w:r>
    </w:p>
    <w:p w14:paraId="06D37B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/>
          <w:sz w:val="28"/>
          <w:szCs w:val="28"/>
        </w:rPr>
        <w:t xml:space="preserve">Подходит к концу наш урок, пора выставить себе оценку. </w:t>
      </w:r>
    </w:p>
    <w:p w14:paraId="4E0AF031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Давайте подведем итог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работы на уроке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Какую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цель ставили?Достигли ли цели?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Расскажите</w:t>
      </w:r>
      <w:r>
        <w:rPr>
          <w:rFonts w:hint="default" w:ascii="Times New Roman" w:hAnsi="Times New Roman"/>
          <w:sz w:val="28"/>
          <w:szCs w:val="28"/>
          <w:lang w:val="ru-RU"/>
        </w:rPr>
        <w:t>,чему вы научились?</w:t>
      </w:r>
      <w:r>
        <w:rPr>
          <w:rFonts w:ascii="Times New Roman" w:hAnsi="Times New Roman"/>
          <w:sz w:val="28"/>
          <w:szCs w:val="28"/>
          <w:lang w:val="ru-RU"/>
        </w:rPr>
        <w:t>Оцените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свою деятельность на уроке.</w:t>
      </w:r>
    </w:p>
    <w:p w14:paraId="14A7EA2E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Ученики</w:t>
      </w:r>
      <w:r>
        <w:rPr>
          <w:rFonts w:hint="default" w:ascii="Times New Roman" w:hAnsi="Times New Roman"/>
          <w:sz w:val="28"/>
          <w:szCs w:val="28"/>
          <w:lang w:val="ru-RU"/>
        </w:rPr>
        <w:t>:Отвечают на вопросы учителя.Рассказывают,что смогли узнать,чему научились</w:t>
      </w:r>
    </w:p>
    <w:p w14:paraId="75FC1285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Осуществляют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самооценку.</w:t>
      </w:r>
    </w:p>
    <w:p w14:paraId="4EBB9453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Спасибо за урок!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  <w:r>
        <w:rPr>
          <w:rFonts w:hint="default" w:ascii="Times New Roman" w:hAnsi="Times New Roman"/>
          <w:i/>
          <w:sz w:val="28"/>
          <w:szCs w:val="28"/>
          <w:lang w:val="ru-RU"/>
        </w:rPr>
        <w:t>12</w:t>
      </w:r>
    </w:p>
    <w:p w14:paraId="1901471B"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 w14:paraId="4CE9B189">
      <w:pPr>
        <w:jc w:val="both"/>
        <w:rPr>
          <w:rFonts w:ascii="Times New Roman" w:hAnsi="Times New Roman"/>
          <w:sz w:val="28"/>
          <w:szCs w:val="28"/>
        </w:rPr>
      </w:pPr>
    </w:p>
    <w:p w14:paraId="07FAA79A">
      <w:pPr>
        <w:jc w:val="both"/>
        <w:rPr>
          <w:rFonts w:ascii="Times New Roman" w:hAnsi="Times New Roman"/>
          <w:sz w:val="28"/>
          <w:szCs w:val="28"/>
        </w:rPr>
      </w:pPr>
    </w:p>
    <w:p w14:paraId="118BA6A2">
      <w:pPr>
        <w:pStyle w:val="8"/>
        <w:jc w:val="both"/>
        <w:rPr>
          <w:rFonts w:ascii="Times New Roman" w:hAnsi="Times New Roman"/>
          <w:sz w:val="28"/>
          <w:szCs w:val="28"/>
        </w:rPr>
      </w:pPr>
    </w:p>
    <w:p w14:paraId="2D74B9C8">
      <w:pPr>
        <w:jc w:val="center"/>
        <w:rPr>
          <w:rFonts w:ascii="Times New Roman" w:hAnsi="Times New Roman"/>
          <w:sz w:val="28"/>
          <w:szCs w:val="28"/>
        </w:rPr>
      </w:pPr>
    </w:p>
    <w:p w14:paraId="124E6E3E">
      <w:pPr>
        <w:jc w:val="both"/>
        <w:rPr>
          <w:rFonts w:ascii="Times New Roman" w:hAnsi="Times New Roman"/>
          <w:sz w:val="32"/>
          <w:szCs w:val="32"/>
        </w:rPr>
      </w:pPr>
    </w:p>
    <w:p w14:paraId="1D53C051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</w:t>
      </w:r>
    </w:p>
    <w:p w14:paraId="67A52E79">
      <w:pPr>
        <w:jc w:val="both"/>
        <w:rPr>
          <w:rFonts w:ascii="Times New Roman" w:hAnsi="Times New Roman"/>
          <w:sz w:val="32"/>
          <w:szCs w:val="32"/>
        </w:rPr>
      </w:pPr>
    </w:p>
    <w:p w14:paraId="55217940">
      <w:pPr>
        <w:jc w:val="both"/>
        <w:rPr>
          <w:rFonts w:ascii="Times New Roman" w:hAnsi="Times New Roman"/>
          <w:sz w:val="32"/>
          <w:szCs w:val="32"/>
        </w:rPr>
      </w:pPr>
    </w:p>
    <w:p w14:paraId="20C74DCD">
      <w:pPr>
        <w:jc w:val="both"/>
        <w:rPr>
          <w:rFonts w:ascii="Times New Roman" w:hAnsi="Times New Roman"/>
          <w:sz w:val="32"/>
          <w:szCs w:val="32"/>
        </w:rPr>
      </w:pPr>
    </w:p>
    <w:p w14:paraId="261A3F11">
      <w:pPr>
        <w:jc w:val="both"/>
        <w:rPr>
          <w:rFonts w:ascii="Times New Roman" w:hAnsi="Times New Roman"/>
          <w:b/>
          <w:sz w:val="32"/>
          <w:szCs w:val="32"/>
        </w:rPr>
      </w:pPr>
    </w:p>
    <w:p w14:paraId="1C13B834">
      <w:pPr>
        <w:jc w:val="both"/>
        <w:rPr>
          <w:rFonts w:ascii="Times New Roman" w:hAnsi="Times New Roman"/>
          <w:b/>
          <w:sz w:val="32"/>
          <w:szCs w:val="32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7B"/>
    <w:rsid w:val="00014A7B"/>
    <w:rsid w:val="00057119"/>
    <w:rsid w:val="001728DA"/>
    <w:rsid w:val="002726FC"/>
    <w:rsid w:val="002F44BA"/>
    <w:rsid w:val="00406276"/>
    <w:rsid w:val="00580BED"/>
    <w:rsid w:val="006E1CB1"/>
    <w:rsid w:val="007B1517"/>
    <w:rsid w:val="007F2478"/>
    <w:rsid w:val="00806FFF"/>
    <w:rsid w:val="00884A56"/>
    <w:rsid w:val="008A56EF"/>
    <w:rsid w:val="008B4735"/>
    <w:rsid w:val="008D220E"/>
    <w:rsid w:val="00984FA7"/>
    <w:rsid w:val="009C0507"/>
    <w:rsid w:val="00A40F6A"/>
    <w:rsid w:val="00B63B01"/>
    <w:rsid w:val="00BC474B"/>
    <w:rsid w:val="00C0006E"/>
    <w:rsid w:val="00C177AE"/>
    <w:rsid w:val="00C575F0"/>
    <w:rsid w:val="00CF229B"/>
    <w:rsid w:val="00D414D2"/>
    <w:rsid w:val="00DF6BFD"/>
    <w:rsid w:val="00EA0278"/>
    <w:rsid w:val="00EA32E9"/>
    <w:rsid w:val="00EA6DEC"/>
    <w:rsid w:val="00FF3C88"/>
    <w:rsid w:val="05454429"/>
    <w:rsid w:val="068F310C"/>
    <w:rsid w:val="16C02380"/>
    <w:rsid w:val="200B3167"/>
    <w:rsid w:val="29246A99"/>
    <w:rsid w:val="378E5BB2"/>
    <w:rsid w:val="6A6B61D6"/>
    <w:rsid w:val="6A6E79A7"/>
    <w:rsid w:val="7EEC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table" w:styleId="7">
    <w:name w:val="Table Grid"/>
    <w:basedOn w:val="3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left="720"/>
      <w:contextualSpacing/>
    </w:pPr>
  </w:style>
  <w:style w:type="character" w:customStyle="1" w:styleId="9">
    <w:name w:val="Balloon Text Char"/>
    <w:basedOn w:val="2"/>
    <w:link w:val="4"/>
    <w:semiHidden/>
    <w:qFormat/>
    <w:uiPriority w:val="99"/>
    <w:rPr>
      <w:rFonts w:ascii="Tahoma" w:hAnsi="Tahoma"/>
      <w:sz w:val="16"/>
    </w:rPr>
  </w:style>
  <w:style w:type="character" w:styleId="10">
    <w:name w:val="Placeholder Text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SPecialiST RePack</Company>
  <Pages>5</Pages>
  <Words>427</Words>
  <Characters>2437</Characters>
  <Lines>0</Lines>
  <Paragraphs>0</Paragraphs>
  <TotalTime>71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2015-02-24T03:07:00Z</dcterms:created>
  <dc:creator>user</dc:creator>
  <cp:lastModifiedBy>VIP</cp:lastModifiedBy>
  <dcterms:modified xsi:type="dcterms:W3CDTF">2025-04-28T15:13:01Z</dcterms:modified>
  <dc:title>План-конспект урока: «Сложение и вычитание смешанных чисел»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514AF07D480F428D9DEFDDB0EA1FAB4A_13</vt:lpwstr>
  </property>
</Properties>
</file>